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57" w:tblpY="-1248"/>
        <w:tblW w:w="15516" w:type="dxa"/>
        <w:tblLook w:val="04A0" w:firstRow="1" w:lastRow="0" w:firstColumn="1" w:lastColumn="0" w:noHBand="0" w:noVBand="1"/>
      </w:tblPr>
      <w:tblGrid>
        <w:gridCol w:w="1800"/>
        <w:gridCol w:w="3881"/>
        <w:gridCol w:w="1716"/>
        <w:gridCol w:w="3938"/>
        <w:gridCol w:w="2070"/>
        <w:gridCol w:w="2111"/>
      </w:tblGrid>
      <w:tr w:rsidR="00D8447C" w:rsidRPr="002C7A72" w:rsidTr="002C7A72">
        <w:trPr>
          <w:trHeight w:val="616"/>
        </w:trPr>
        <w:tc>
          <w:tcPr>
            <w:tcW w:w="1800" w:type="dxa"/>
          </w:tcPr>
          <w:p w:rsidR="00467E96" w:rsidRPr="002C7A72" w:rsidRDefault="00467E96" w:rsidP="00467E96">
            <w:pPr>
              <w:rPr>
                <w:b/>
                <w:sz w:val="44"/>
              </w:rPr>
            </w:pPr>
            <w:r w:rsidRPr="002C7A72">
              <w:rPr>
                <w:b/>
                <w:sz w:val="44"/>
              </w:rPr>
              <w:t>Role</w:t>
            </w:r>
          </w:p>
        </w:tc>
        <w:tc>
          <w:tcPr>
            <w:tcW w:w="3881" w:type="dxa"/>
          </w:tcPr>
          <w:p w:rsidR="00467E96" w:rsidRPr="002C7A72" w:rsidRDefault="00467E96" w:rsidP="00467E96">
            <w:pPr>
              <w:rPr>
                <w:b/>
                <w:sz w:val="44"/>
              </w:rPr>
            </w:pPr>
            <w:r w:rsidRPr="002C7A72">
              <w:rPr>
                <w:b/>
                <w:sz w:val="44"/>
              </w:rPr>
              <w:t>Responsibility</w:t>
            </w: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b/>
                <w:sz w:val="44"/>
              </w:rPr>
            </w:pPr>
            <w:r w:rsidRPr="002C7A72">
              <w:rPr>
                <w:b/>
                <w:sz w:val="44"/>
              </w:rPr>
              <w:t xml:space="preserve">Team </w:t>
            </w: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b/>
                <w:sz w:val="44"/>
              </w:rPr>
            </w:pPr>
            <w:r w:rsidRPr="002C7A72">
              <w:rPr>
                <w:b/>
                <w:sz w:val="44"/>
              </w:rPr>
              <w:t>Tasks</w:t>
            </w: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b/>
                <w:sz w:val="44"/>
              </w:rPr>
            </w:pPr>
            <w:r w:rsidRPr="002C7A72">
              <w:rPr>
                <w:b/>
                <w:sz w:val="44"/>
              </w:rPr>
              <w:t>Deadline</w:t>
            </w: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b/>
                <w:sz w:val="44"/>
              </w:rPr>
            </w:pPr>
            <w:r w:rsidRPr="002C7A72">
              <w:rPr>
                <w:b/>
                <w:sz w:val="44"/>
              </w:rPr>
              <w:t>Progress</w:t>
            </w:r>
          </w:p>
        </w:tc>
      </w:tr>
      <w:tr w:rsidR="00D8447C" w:rsidRPr="002C7A72" w:rsidTr="002C7A72">
        <w:trPr>
          <w:trHeight w:val="616"/>
        </w:trPr>
        <w:tc>
          <w:tcPr>
            <w:tcW w:w="1800" w:type="dxa"/>
          </w:tcPr>
          <w:p w:rsidR="00467E96" w:rsidRPr="002C7A72" w:rsidRDefault="00467E96" w:rsidP="00467E96">
            <w:pPr>
              <w:rPr>
                <w:sz w:val="28"/>
              </w:rPr>
            </w:pPr>
            <w:r w:rsidRPr="002C7A72">
              <w:rPr>
                <w:sz w:val="28"/>
              </w:rPr>
              <w:t xml:space="preserve">CEO </w:t>
            </w:r>
          </w:p>
          <w:p w:rsidR="00467E96" w:rsidRPr="002C7A72" w:rsidRDefault="00467E96" w:rsidP="00467E96">
            <w:pPr>
              <w:rPr>
                <w:sz w:val="28"/>
              </w:rPr>
            </w:pPr>
            <w:r w:rsidRPr="002C7A72">
              <w:rPr>
                <w:sz w:val="28"/>
              </w:rPr>
              <w:t>(Chief Executive Officer)</w:t>
            </w:r>
          </w:p>
        </w:tc>
        <w:tc>
          <w:tcPr>
            <w:tcW w:w="3881" w:type="dxa"/>
          </w:tcPr>
          <w:p w:rsidR="00467E96" w:rsidRPr="002C7A72" w:rsidRDefault="00467E96" w:rsidP="00467E96">
            <w:pPr>
              <w:numPr>
                <w:ilvl w:val="0"/>
                <w:numId w:val="1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Oversee all departments</w:t>
            </w:r>
          </w:p>
          <w:p w:rsidR="00467E96" w:rsidRPr="002C7A72" w:rsidRDefault="00467E96" w:rsidP="00467E96">
            <w:pPr>
              <w:numPr>
                <w:ilvl w:val="0"/>
                <w:numId w:val="1"/>
              </w:numPr>
              <w:rPr>
                <w:u w:val="single"/>
                <w:lang w:bidi="ar-SA"/>
              </w:rPr>
            </w:pPr>
            <w:r w:rsidRPr="002C7A72">
              <w:rPr>
                <w:lang w:bidi="ar-SA"/>
              </w:rPr>
              <w:t>Future vision for the company</w:t>
            </w:r>
          </w:p>
          <w:p w:rsidR="00467E96" w:rsidRPr="002C7A72" w:rsidRDefault="00467E96" w:rsidP="00467E96">
            <w:pPr>
              <w:numPr>
                <w:ilvl w:val="0"/>
                <w:numId w:val="1"/>
              </w:numPr>
              <w:rPr>
                <w:u w:val="single"/>
                <w:lang w:bidi="ar-SA"/>
              </w:rPr>
            </w:pPr>
            <w:r w:rsidRPr="002C7A72">
              <w:rPr>
                <w:lang w:bidi="ar-SA"/>
              </w:rPr>
              <w:t>Drive new business ideas with teams</w:t>
            </w:r>
          </w:p>
          <w:p w:rsidR="00467E96" w:rsidRPr="002C7A72" w:rsidRDefault="00467E96" w:rsidP="00467E96">
            <w:pPr>
              <w:numPr>
                <w:ilvl w:val="0"/>
                <w:numId w:val="1"/>
              </w:numPr>
              <w:rPr>
                <w:u w:val="single"/>
                <w:lang w:bidi="ar-SA"/>
              </w:rPr>
            </w:pPr>
            <w:r w:rsidRPr="002C7A72">
              <w:rPr>
                <w:lang w:bidi="ar-SA"/>
              </w:rPr>
              <w:t xml:space="preserve">Who is / could be our </w:t>
            </w:r>
            <w:r w:rsidR="002C7A72" w:rsidRPr="002C7A72">
              <w:rPr>
                <w:lang w:bidi="ar-SA"/>
              </w:rPr>
              <w:t>clientele</w:t>
            </w:r>
            <w:r w:rsidRPr="002C7A72">
              <w:rPr>
                <w:lang w:bidi="ar-SA"/>
              </w:rPr>
              <w:t>?</w:t>
            </w:r>
          </w:p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42"/>
        </w:trPr>
        <w:tc>
          <w:tcPr>
            <w:tcW w:w="1800" w:type="dxa"/>
          </w:tcPr>
          <w:p w:rsidR="00467E96" w:rsidRPr="002C7A72" w:rsidRDefault="00467E96" w:rsidP="00467E96">
            <w:pPr>
              <w:rPr>
                <w:sz w:val="28"/>
              </w:rPr>
            </w:pPr>
            <w:r w:rsidRPr="002C7A72">
              <w:rPr>
                <w:sz w:val="28"/>
              </w:rPr>
              <w:t xml:space="preserve">Finance Department </w:t>
            </w:r>
          </w:p>
          <w:p w:rsidR="00467E96" w:rsidRPr="002C7A72" w:rsidRDefault="00467E96" w:rsidP="00467E96">
            <w:pPr>
              <w:rPr>
                <w:sz w:val="28"/>
              </w:rPr>
            </w:pPr>
            <w:r w:rsidRPr="002C7A72">
              <w:rPr>
                <w:sz w:val="28"/>
              </w:rPr>
              <w:t>(monies)</w:t>
            </w:r>
          </w:p>
        </w:tc>
        <w:tc>
          <w:tcPr>
            <w:tcW w:w="3881" w:type="dxa"/>
          </w:tcPr>
          <w:p w:rsidR="00467E96" w:rsidRPr="002C7A72" w:rsidRDefault="00467E96" w:rsidP="00D8447C">
            <w:pPr>
              <w:pStyle w:val="ListParagraph"/>
              <w:numPr>
                <w:ilvl w:val="0"/>
                <w:numId w:val="3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Bank account</w:t>
            </w:r>
          </w:p>
          <w:p w:rsidR="00467E96" w:rsidRPr="002C7A72" w:rsidRDefault="00467E96" w:rsidP="00467E96">
            <w:pPr>
              <w:numPr>
                <w:ilvl w:val="0"/>
                <w:numId w:val="2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Collecting monies - see Pam re system</w:t>
            </w:r>
          </w:p>
          <w:p w:rsidR="00467E96" w:rsidRPr="002C7A72" w:rsidRDefault="00467E96" w:rsidP="00467E96">
            <w:pPr>
              <w:numPr>
                <w:ilvl w:val="0"/>
                <w:numId w:val="2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Pricing of different sized bottles</w:t>
            </w:r>
          </w:p>
          <w:p w:rsidR="00467E96" w:rsidRPr="002C7A72" w:rsidRDefault="00D8447C" w:rsidP="00467E96">
            <w:pPr>
              <w:numPr>
                <w:ilvl w:val="0"/>
                <w:numId w:val="2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C</w:t>
            </w:r>
            <w:r w:rsidR="00467E96" w:rsidRPr="002C7A72">
              <w:rPr>
                <w:lang w:bidi="ar-SA"/>
              </w:rPr>
              <w:t>ounting stall/worm juice monies</w:t>
            </w:r>
          </w:p>
          <w:p w:rsidR="00467E96" w:rsidRPr="002C7A72" w:rsidRDefault="00467E96" w:rsidP="00467E96">
            <w:pPr>
              <w:numPr>
                <w:ilvl w:val="0"/>
                <w:numId w:val="2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Budget/Income/Future purchases?</w:t>
            </w:r>
          </w:p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16"/>
        </w:trPr>
        <w:tc>
          <w:tcPr>
            <w:tcW w:w="1800" w:type="dxa"/>
          </w:tcPr>
          <w:p w:rsidR="00467E96" w:rsidRPr="002C7A72" w:rsidRDefault="00D8447C" w:rsidP="00D8447C">
            <w:pPr>
              <w:rPr>
                <w:sz w:val="28"/>
              </w:rPr>
            </w:pPr>
            <w:r w:rsidRPr="002C7A72">
              <w:rPr>
                <w:sz w:val="28"/>
              </w:rPr>
              <w:t>Human Resources and Education Department</w:t>
            </w:r>
          </w:p>
        </w:tc>
        <w:tc>
          <w:tcPr>
            <w:tcW w:w="3881" w:type="dxa"/>
          </w:tcPr>
          <w:p w:rsidR="00D8447C" w:rsidRPr="002C7A72" w:rsidRDefault="00D8447C" w:rsidP="00D8447C">
            <w:pPr>
              <w:numPr>
                <w:ilvl w:val="0"/>
                <w:numId w:val="5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Party/Gathering</w:t>
            </w:r>
          </w:p>
          <w:p w:rsidR="00D8447C" w:rsidRPr="002C7A72" w:rsidRDefault="00D8447C" w:rsidP="00D8447C">
            <w:pPr>
              <w:numPr>
                <w:ilvl w:val="0"/>
                <w:numId w:val="4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Trouble shooters/Assist all departments</w:t>
            </w:r>
          </w:p>
          <w:p w:rsidR="00D8447C" w:rsidRPr="002C7A72" w:rsidRDefault="00D8447C" w:rsidP="00D8447C">
            <w:pPr>
              <w:numPr>
                <w:ilvl w:val="0"/>
                <w:numId w:val="4"/>
              </w:numPr>
              <w:rPr>
                <w:lang w:bidi="ar-SA"/>
              </w:rPr>
            </w:pPr>
            <w:r w:rsidRPr="002C7A72">
              <w:rPr>
                <w:lang w:bidi="ar-SA"/>
              </w:rPr>
              <w:t xml:space="preserve">Locations for events/stalls </w:t>
            </w:r>
          </w:p>
          <w:p w:rsidR="00D8447C" w:rsidRPr="002C7A72" w:rsidRDefault="00D8447C" w:rsidP="00D8447C">
            <w:pPr>
              <w:numPr>
                <w:ilvl w:val="0"/>
                <w:numId w:val="4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Staff well-being</w:t>
            </w:r>
          </w:p>
          <w:p w:rsidR="00D8447C" w:rsidRPr="002C7A72" w:rsidRDefault="00D8447C" w:rsidP="00D8447C">
            <w:pPr>
              <w:numPr>
                <w:ilvl w:val="0"/>
                <w:numId w:val="4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Building o</w:t>
            </w:r>
            <w:bookmarkStart w:id="0" w:name="_GoBack"/>
            <w:bookmarkEnd w:id="0"/>
            <w:r w:rsidRPr="002C7A72">
              <w:rPr>
                <w:lang w:bidi="ar-SA"/>
              </w:rPr>
              <w:t>ur knowledge - research</w:t>
            </w:r>
          </w:p>
          <w:p w:rsidR="00467E96" w:rsidRPr="002C7A72" w:rsidRDefault="00D8447C" w:rsidP="00D8447C">
            <w:pPr>
              <w:numPr>
                <w:ilvl w:val="0"/>
                <w:numId w:val="4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Educating the wider school - how?</w:t>
            </w:r>
          </w:p>
          <w:p w:rsidR="00D8447C" w:rsidRPr="002C7A72" w:rsidRDefault="00D8447C" w:rsidP="00D8447C">
            <w:pPr>
              <w:ind w:left="720"/>
              <w:rPr>
                <w:lang w:bidi="ar-SA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16"/>
        </w:trPr>
        <w:tc>
          <w:tcPr>
            <w:tcW w:w="1800" w:type="dxa"/>
          </w:tcPr>
          <w:p w:rsidR="00467E96" w:rsidRPr="002C7A72" w:rsidRDefault="00D8447C" w:rsidP="00467E96">
            <w:pPr>
              <w:rPr>
                <w:sz w:val="28"/>
              </w:rPr>
            </w:pPr>
            <w:r w:rsidRPr="002C7A72">
              <w:rPr>
                <w:sz w:val="28"/>
              </w:rPr>
              <w:t>Technology Team</w:t>
            </w:r>
          </w:p>
        </w:tc>
        <w:tc>
          <w:tcPr>
            <w:tcW w:w="3881" w:type="dxa"/>
          </w:tcPr>
          <w:p w:rsidR="00D8447C" w:rsidRPr="002C7A72" w:rsidRDefault="00D8447C" w:rsidP="00D8447C">
            <w:pPr>
              <w:numPr>
                <w:ilvl w:val="0"/>
                <w:numId w:val="6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Update Wiki page on regular basis</w:t>
            </w:r>
          </w:p>
          <w:p w:rsidR="00D8447C" w:rsidRPr="002C7A72" w:rsidRDefault="00D8447C" w:rsidP="00D8447C">
            <w:pPr>
              <w:numPr>
                <w:ilvl w:val="0"/>
                <w:numId w:val="6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Create a website to inform/promote product</w:t>
            </w:r>
          </w:p>
          <w:p w:rsidR="00D8447C" w:rsidRPr="002C7A72" w:rsidRDefault="00D8447C" w:rsidP="00D8447C">
            <w:pPr>
              <w:numPr>
                <w:ilvl w:val="0"/>
                <w:numId w:val="6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Set up QR code for the website</w:t>
            </w:r>
          </w:p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16"/>
        </w:trPr>
        <w:tc>
          <w:tcPr>
            <w:tcW w:w="1800" w:type="dxa"/>
          </w:tcPr>
          <w:p w:rsidR="00467E96" w:rsidRPr="002C7A72" w:rsidRDefault="00D8447C" w:rsidP="00467E96">
            <w:pPr>
              <w:rPr>
                <w:sz w:val="28"/>
              </w:rPr>
            </w:pPr>
            <w:r w:rsidRPr="002C7A72">
              <w:rPr>
                <w:sz w:val="28"/>
              </w:rPr>
              <w:lastRenderedPageBreak/>
              <w:t>Public Relations</w:t>
            </w:r>
          </w:p>
        </w:tc>
        <w:tc>
          <w:tcPr>
            <w:tcW w:w="3881" w:type="dxa"/>
          </w:tcPr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Online news and information to school and wider communities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Invite Auckland City/Local Councillors - Experts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Promote what we are doing to other local schools / invite Year 6 students from other schools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Check calendars for World, local and school events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Remember: Springtime is big sales opportunities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Make a PowerPoint to educate the junior school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Make worm puppets to do a show for our buddy class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Write a song to promote our worm farm</w:t>
            </w:r>
          </w:p>
          <w:p w:rsidR="00D8447C" w:rsidRPr="002C7A72" w:rsidRDefault="00D8447C" w:rsidP="00D8447C">
            <w:pPr>
              <w:numPr>
                <w:ilvl w:val="0"/>
                <w:numId w:val="7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Trouble-shooting page (e.g. does worm juice go off?)</w:t>
            </w:r>
          </w:p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16"/>
        </w:trPr>
        <w:tc>
          <w:tcPr>
            <w:tcW w:w="1800" w:type="dxa"/>
          </w:tcPr>
          <w:p w:rsidR="00467E96" w:rsidRPr="002C7A72" w:rsidRDefault="00D8447C" w:rsidP="00467E96">
            <w:pPr>
              <w:rPr>
                <w:sz w:val="28"/>
              </w:rPr>
            </w:pPr>
            <w:r w:rsidRPr="002C7A72">
              <w:rPr>
                <w:sz w:val="28"/>
              </w:rPr>
              <w:t>Production Team</w:t>
            </w:r>
          </w:p>
        </w:tc>
        <w:tc>
          <w:tcPr>
            <w:tcW w:w="3881" w:type="dxa"/>
          </w:tcPr>
          <w:p w:rsidR="00D8447C" w:rsidRPr="002C7A72" w:rsidRDefault="00D8447C" w:rsidP="00D8447C">
            <w:pPr>
              <w:numPr>
                <w:ilvl w:val="0"/>
                <w:numId w:val="8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Ensure sufficient bottles in stock</w:t>
            </w:r>
          </w:p>
          <w:p w:rsidR="00D8447C" w:rsidRPr="002C7A72" w:rsidRDefault="00D8447C" w:rsidP="00D8447C">
            <w:pPr>
              <w:numPr>
                <w:ilvl w:val="0"/>
                <w:numId w:val="8"/>
              </w:numPr>
              <w:rPr>
                <w:lang w:bidi="ar-SA"/>
              </w:rPr>
            </w:pPr>
            <w:r w:rsidRPr="002C7A72">
              <w:rPr>
                <w:lang w:bidi="ar-SA"/>
              </w:rPr>
              <w:t xml:space="preserve">Maintain 6 </w:t>
            </w:r>
            <w:proofErr w:type="spellStart"/>
            <w:r w:rsidRPr="002C7A72">
              <w:rPr>
                <w:lang w:bidi="ar-SA"/>
              </w:rPr>
              <w:t>litre</w:t>
            </w:r>
            <w:proofErr w:type="spellEnd"/>
            <w:r w:rsidRPr="002C7A72">
              <w:rPr>
                <w:lang w:bidi="ar-SA"/>
              </w:rPr>
              <w:t xml:space="preserve"> reserves for </w:t>
            </w:r>
            <w:proofErr w:type="spellStart"/>
            <w:r w:rsidRPr="002C7A72">
              <w:rPr>
                <w:lang w:bidi="ar-SA"/>
              </w:rPr>
              <w:t>Mrs</w:t>
            </w:r>
            <w:proofErr w:type="spellEnd"/>
            <w:r w:rsidRPr="002C7A72">
              <w:rPr>
                <w:lang w:bidi="ar-SA"/>
              </w:rPr>
              <w:t xml:space="preserve"> McConnell</w:t>
            </w:r>
          </w:p>
          <w:p w:rsidR="00D8447C" w:rsidRPr="002C7A72" w:rsidRDefault="00D8447C" w:rsidP="00D8447C">
            <w:pPr>
              <w:numPr>
                <w:ilvl w:val="0"/>
                <w:numId w:val="8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Class experiments - research and run</w:t>
            </w:r>
          </w:p>
          <w:p w:rsidR="00D8447C" w:rsidRPr="002C7A72" w:rsidRDefault="00D8447C" w:rsidP="00D8447C">
            <w:pPr>
              <w:numPr>
                <w:ilvl w:val="0"/>
                <w:numId w:val="8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More worm bins - one in the junior school?</w:t>
            </w:r>
          </w:p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42"/>
        </w:trPr>
        <w:tc>
          <w:tcPr>
            <w:tcW w:w="1800" w:type="dxa"/>
          </w:tcPr>
          <w:p w:rsidR="00467E96" w:rsidRPr="002C7A72" w:rsidRDefault="00D8447C" w:rsidP="00D8447C">
            <w:pPr>
              <w:rPr>
                <w:sz w:val="28"/>
              </w:rPr>
            </w:pPr>
            <w:r w:rsidRPr="002C7A72">
              <w:rPr>
                <w:sz w:val="28"/>
              </w:rPr>
              <w:t xml:space="preserve">Sales, Marketing </w:t>
            </w:r>
            <w:r w:rsidRPr="002C7A72">
              <w:rPr>
                <w:sz w:val="28"/>
              </w:rPr>
              <w:lastRenderedPageBreak/>
              <w:t>and Advertising</w:t>
            </w:r>
          </w:p>
        </w:tc>
        <w:tc>
          <w:tcPr>
            <w:tcW w:w="3881" w:type="dxa"/>
          </w:tcPr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lastRenderedPageBreak/>
              <w:t xml:space="preserve">Design and produce a logo </w:t>
            </w:r>
          </w:p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Produce instructions for purchasers</w:t>
            </w:r>
          </w:p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lastRenderedPageBreak/>
              <w:t>Use the rhubarb plant photos to promote</w:t>
            </w:r>
          </w:p>
          <w:p w:rsidR="00D8447C" w:rsidRPr="002C7A72" w:rsidRDefault="00D8447C" w:rsidP="00D8447C">
            <w:pPr>
              <w:numPr>
                <w:ilvl w:val="0"/>
                <w:numId w:val="12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Slogan - what will our SLOGAN be on our labels?</w:t>
            </w:r>
          </w:p>
          <w:p w:rsidR="00D8447C" w:rsidRPr="002C7A72" w:rsidRDefault="00D8447C" w:rsidP="00D8447C">
            <w:pPr>
              <w:numPr>
                <w:ilvl w:val="0"/>
                <w:numId w:val="10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Promote our product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Design Posters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Produce posters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 xml:space="preserve">Investigate possibility of selling worm juice outside Pak </w:t>
            </w:r>
            <w:proofErr w:type="spellStart"/>
            <w:r w:rsidRPr="002C7A72">
              <w:rPr>
                <w:lang w:bidi="ar-SA"/>
              </w:rPr>
              <w:t>n'Save</w:t>
            </w:r>
            <w:proofErr w:type="spellEnd"/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Grandparents' Day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Open Afternoons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Staffroom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After-school cafe</w:t>
            </w:r>
          </w:p>
          <w:p w:rsidR="00D8447C" w:rsidRPr="002C7A72" w:rsidRDefault="00D8447C" w:rsidP="00D8447C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OAKS House Competition (ideas welcome!!)</w:t>
            </w:r>
          </w:p>
          <w:p w:rsidR="00D8447C" w:rsidRPr="002C7A72" w:rsidRDefault="00D8447C" w:rsidP="00D8447C">
            <w:pPr>
              <w:ind w:left="720"/>
              <w:rPr>
                <w:lang w:bidi="ar-SA"/>
              </w:rPr>
            </w:pPr>
            <w:proofErr w:type="spellStart"/>
            <w:r w:rsidRPr="002C7A72">
              <w:rPr>
                <w:lang w:bidi="ar-SA"/>
              </w:rPr>
              <w:t>e.g</w:t>
            </w:r>
            <w:proofErr w:type="spellEnd"/>
            <w:r w:rsidRPr="002C7A72">
              <w:rPr>
                <w:lang w:bidi="ar-SA"/>
              </w:rPr>
              <w:t xml:space="preserve"> Whanau Quiz on Worm Farm knowledge</w:t>
            </w:r>
          </w:p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1716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467E96" w:rsidRPr="002C7A72" w:rsidRDefault="00467E96" w:rsidP="00467E96">
            <w:pPr>
              <w:rPr>
                <w:sz w:val="28"/>
              </w:rPr>
            </w:pPr>
          </w:p>
        </w:tc>
      </w:tr>
      <w:tr w:rsidR="00D8447C" w:rsidRPr="002C7A72" w:rsidTr="002C7A72">
        <w:trPr>
          <w:trHeight w:val="642"/>
        </w:trPr>
        <w:tc>
          <w:tcPr>
            <w:tcW w:w="1800" w:type="dxa"/>
          </w:tcPr>
          <w:p w:rsidR="00D8447C" w:rsidRPr="002C7A72" w:rsidRDefault="00D8447C" w:rsidP="00D8447C">
            <w:pPr>
              <w:rPr>
                <w:sz w:val="28"/>
              </w:rPr>
            </w:pPr>
            <w:r w:rsidRPr="002C7A72">
              <w:rPr>
                <w:sz w:val="28"/>
              </w:rPr>
              <w:lastRenderedPageBreak/>
              <w:t>Innovation and Future Planning</w:t>
            </w:r>
          </w:p>
        </w:tc>
        <w:tc>
          <w:tcPr>
            <w:tcW w:w="3881" w:type="dxa"/>
          </w:tcPr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Where can we go from here?</w:t>
            </w:r>
          </w:p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Worm farms in ROPS homes?</w:t>
            </w:r>
          </w:p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Local business worm farms</w:t>
            </w:r>
          </w:p>
          <w:p w:rsidR="00D8447C" w:rsidRPr="002C7A72" w:rsidRDefault="00D8447C" w:rsidP="00D8447C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2C7A72">
              <w:rPr>
                <w:lang w:bidi="ar-SA"/>
              </w:rPr>
              <w:t>www.hungrybins.com</w:t>
            </w:r>
          </w:p>
          <w:p w:rsidR="00D8447C" w:rsidRPr="002C7A72" w:rsidRDefault="00D8447C" w:rsidP="002C7A72">
            <w:pPr>
              <w:ind w:left="720"/>
              <w:rPr>
                <w:lang w:bidi="ar-SA"/>
              </w:rPr>
            </w:pPr>
          </w:p>
        </w:tc>
        <w:tc>
          <w:tcPr>
            <w:tcW w:w="1716" w:type="dxa"/>
          </w:tcPr>
          <w:p w:rsidR="00D8447C" w:rsidRPr="002C7A72" w:rsidRDefault="00D8447C" w:rsidP="00467E96">
            <w:pPr>
              <w:rPr>
                <w:sz w:val="28"/>
              </w:rPr>
            </w:pPr>
          </w:p>
        </w:tc>
        <w:tc>
          <w:tcPr>
            <w:tcW w:w="3938" w:type="dxa"/>
          </w:tcPr>
          <w:p w:rsidR="00D8447C" w:rsidRPr="002C7A72" w:rsidRDefault="00D8447C" w:rsidP="00467E96">
            <w:pPr>
              <w:rPr>
                <w:sz w:val="28"/>
              </w:rPr>
            </w:pPr>
          </w:p>
        </w:tc>
        <w:tc>
          <w:tcPr>
            <w:tcW w:w="2070" w:type="dxa"/>
          </w:tcPr>
          <w:p w:rsidR="00D8447C" w:rsidRPr="002C7A72" w:rsidRDefault="00D8447C" w:rsidP="00467E96">
            <w:pPr>
              <w:rPr>
                <w:sz w:val="28"/>
              </w:rPr>
            </w:pPr>
          </w:p>
        </w:tc>
        <w:tc>
          <w:tcPr>
            <w:tcW w:w="2111" w:type="dxa"/>
          </w:tcPr>
          <w:p w:rsidR="00D8447C" w:rsidRPr="002C7A72" w:rsidRDefault="00D8447C" w:rsidP="00467E96">
            <w:pPr>
              <w:rPr>
                <w:sz w:val="28"/>
              </w:rPr>
            </w:pPr>
          </w:p>
        </w:tc>
      </w:tr>
    </w:tbl>
    <w:p w:rsidR="00AA077C" w:rsidRPr="002C7A72" w:rsidRDefault="00AA077C">
      <w:pPr>
        <w:rPr>
          <w:sz w:val="28"/>
        </w:rPr>
      </w:pPr>
    </w:p>
    <w:sectPr w:rsidR="00AA077C" w:rsidRPr="002C7A72" w:rsidSect="00467E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F60"/>
    <w:multiLevelType w:val="hybridMultilevel"/>
    <w:tmpl w:val="C136B9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26D03"/>
    <w:multiLevelType w:val="hybridMultilevel"/>
    <w:tmpl w:val="C82E15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B44DD"/>
    <w:multiLevelType w:val="hybridMultilevel"/>
    <w:tmpl w:val="106C68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63D7E"/>
    <w:multiLevelType w:val="hybridMultilevel"/>
    <w:tmpl w:val="91388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836B2"/>
    <w:multiLevelType w:val="hybridMultilevel"/>
    <w:tmpl w:val="1B74B2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3648F"/>
    <w:multiLevelType w:val="hybridMultilevel"/>
    <w:tmpl w:val="27C4F7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368D8"/>
    <w:multiLevelType w:val="hybridMultilevel"/>
    <w:tmpl w:val="F948E1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E55F0"/>
    <w:multiLevelType w:val="hybridMultilevel"/>
    <w:tmpl w:val="44CA4E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7168C"/>
    <w:multiLevelType w:val="hybridMultilevel"/>
    <w:tmpl w:val="3990B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B30CA"/>
    <w:multiLevelType w:val="hybridMultilevel"/>
    <w:tmpl w:val="E6D61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776F0"/>
    <w:multiLevelType w:val="hybridMultilevel"/>
    <w:tmpl w:val="282C86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943B3"/>
    <w:multiLevelType w:val="hybridMultilevel"/>
    <w:tmpl w:val="B4CECC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60843"/>
    <w:multiLevelType w:val="hybridMultilevel"/>
    <w:tmpl w:val="4C2E14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5"/>
  </w:num>
  <w:num w:numId="9">
    <w:abstractNumId w:val="4"/>
  </w:num>
  <w:num w:numId="10">
    <w:abstractNumId w:val="8"/>
  </w:num>
  <w:num w:numId="11">
    <w:abstractNumId w:val="1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96"/>
    <w:rsid w:val="002C7A72"/>
    <w:rsid w:val="00467E96"/>
    <w:rsid w:val="00AA077C"/>
    <w:rsid w:val="00D8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AC190A-74D4-4717-A13E-0E2A847A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7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4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4DFEF8C3</Template>
  <TotalTime>25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Withy</dc:creator>
  <cp:keywords/>
  <dc:description/>
  <cp:lastModifiedBy>Helen Withy</cp:lastModifiedBy>
  <cp:revision>1</cp:revision>
  <dcterms:created xsi:type="dcterms:W3CDTF">2016-03-22T20:35:00Z</dcterms:created>
  <dcterms:modified xsi:type="dcterms:W3CDTF">2016-03-22T21:02:00Z</dcterms:modified>
</cp:coreProperties>
</file>